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6370"/>
        <w:gridCol w:w="1116"/>
        <w:gridCol w:w="1156"/>
        <w:gridCol w:w="1349"/>
      </w:tblGrid>
      <w:tr w:rsidR="0015565B" w:rsidRPr="00DF25B3" w:rsidTr="00E60D07">
        <w:trPr>
          <w:trHeight w:val="315"/>
          <w:jc w:val="center"/>
        </w:trPr>
        <w:tc>
          <w:tcPr>
            <w:tcW w:w="7083" w:type="dxa"/>
            <w:gridSpan w:val="2"/>
            <w:shd w:val="clear" w:color="auto" w:fill="auto"/>
            <w:noWrap/>
            <w:vAlign w:val="bottom"/>
          </w:tcPr>
          <w:p w:rsidR="0015565B" w:rsidRPr="00DF25B3" w:rsidRDefault="00A40B4A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ΤΜΗΜΑ  Α</w:t>
            </w:r>
          </w:p>
        </w:tc>
        <w:tc>
          <w:tcPr>
            <w:tcW w:w="1116" w:type="dxa"/>
          </w:tcPr>
          <w:p w:rsidR="0015565B" w:rsidRPr="00DF25B3" w:rsidRDefault="0015565B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156" w:type="dxa"/>
            <w:shd w:val="clear" w:color="auto" w:fill="auto"/>
            <w:noWrap/>
            <w:vAlign w:val="bottom"/>
          </w:tcPr>
          <w:p w:rsidR="0015565B" w:rsidRPr="00DF25B3" w:rsidRDefault="0015565B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349" w:type="dxa"/>
            <w:shd w:val="clear" w:color="auto" w:fill="auto"/>
            <w:noWrap/>
            <w:vAlign w:val="bottom"/>
          </w:tcPr>
          <w:p w:rsidR="0015565B" w:rsidRPr="00DF25B3" w:rsidRDefault="0015565B" w:rsidP="007420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E60D07">
        <w:trPr>
          <w:trHeight w:val="315"/>
          <w:jc w:val="center"/>
        </w:trPr>
        <w:tc>
          <w:tcPr>
            <w:tcW w:w="7083" w:type="dxa"/>
            <w:gridSpan w:val="2"/>
            <w:shd w:val="clear" w:color="auto" w:fill="auto"/>
            <w:noWrap/>
            <w:vAlign w:val="center"/>
            <w:hideMark/>
          </w:tcPr>
          <w:p w:rsidR="0015565B" w:rsidRPr="00DF25B3" w:rsidRDefault="001E6292" w:rsidP="00BC48A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ΕΙΔΟΣ</w:t>
            </w:r>
            <w:r w:rsidRPr="001E6292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  <w:r w:rsidR="00BC48A6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Α23-</w:t>
            </w:r>
            <w:r w:rsidR="00BC48A6" w:rsidRPr="00BC48A6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el-GR"/>
              </w:rPr>
              <w:t xml:space="preserve"> </w:t>
            </w:r>
            <w:r w:rsidR="00BC48A6" w:rsidRPr="00BC48A6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Ο2.Ε15 </w:t>
            </w:r>
            <w:bookmarkStart w:id="0" w:name="_GoBack"/>
            <w:bookmarkEnd w:id="0"/>
            <w:r w:rsidR="00BC48A6" w:rsidRPr="00BC48A6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Φορητός Η/Υ Τύπου 02</w:t>
            </w:r>
          </w:p>
        </w:tc>
        <w:tc>
          <w:tcPr>
            <w:tcW w:w="1116" w:type="dxa"/>
            <w:vAlign w:val="center"/>
          </w:tcPr>
          <w:p w:rsidR="0015565B" w:rsidRPr="00DF25B3" w:rsidRDefault="0015565B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15565B" w:rsidRPr="00DF25B3" w:rsidRDefault="0015565B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5565B" w:rsidRPr="00DF25B3" w:rsidRDefault="0015565B" w:rsidP="007420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F41BA0" w:rsidRPr="00F41BA0" w:rsidTr="00E60D07">
        <w:trPr>
          <w:trHeight w:val="315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Α/Α</w:t>
            </w:r>
          </w:p>
        </w:tc>
        <w:tc>
          <w:tcPr>
            <w:tcW w:w="6370" w:type="dxa"/>
            <w:shd w:val="clear" w:color="auto" w:fill="auto"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Απαίτηση</w:t>
            </w:r>
          </w:p>
        </w:tc>
        <w:tc>
          <w:tcPr>
            <w:tcW w:w="1116" w:type="dxa"/>
            <w:vAlign w:val="center"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Απαίτηση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Απάντηση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Παραπομπή</w:t>
            </w:r>
          </w:p>
        </w:tc>
      </w:tr>
      <w:tr w:rsidR="00BC48A6" w:rsidRPr="00DF25B3" w:rsidTr="00BC48A6">
        <w:trPr>
          <w:trHeight w:val="290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8A6" w:rsidRPr="00A8070F" w:rsidRDefault="00BC48A6" w:rsidP="00BC48A6">
            <w:pPr>
              <w:rPr>
                <w:lang w:val="en-GB"/>
              </w:rPr>
            </w:pPr>
            <w:r w:rsidRPr="00A8070F">
              <w:rPr>
                <w:lang w:val="en-GB"/>
              </w:rPr>
              <w:t>1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A6" w:rsidRPr="00DF25B3" w:rsidRDefault="00BC48A6" w:rsidP="00BC48A6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Οθόνη 14'' 3K OLED</w:t>
            </w:r>
          </w:p>
        </w:tc>
        <w:tc>
          <w:tcPr>
            <w:tcW w:w="1116" w:type="dxa"/>
            <w:vAlign w:val="center"/>
          </w:tcPr>
          <w:p w:rsidR="00BC48A6" w:rsidRPr="00432CD9" w:rsidRDefault="00BC48A6" w:rsidP="00BC48A6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BC48A6" w:rsidRPr="00432CD9" w:rsidRDefault="00BC48A6" w:rsidP="00BC48A6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BC48A6" w:rsidRPr="00432CD9" w:rsidRDefault="00BC48A6" w:rsidP="00BC48A6">
            <w:r w:rsidRPr="00432CD9">
              <w:t xml:space="preserve"> </w:t>
            </w:r>
          </w:p>
        </w:tc>
      </w:tr>
      <w:tr w:rsidR="00BC48A6" w:rsidRPr="00DF25B3" w:rsidTr="00BC48A6">
        <w:trPr>
          <w:trHeight w:val="395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8A6" w:rsidRPr="00A8070F" w:rsidRDefault="00BC48A6" w:rsidP="00BC48A6">
            <w:pPr>
              <w:rPr>
                <w:lang w:val="en-GB"/>
              </w:rPr>
            </w:pPr>
            <w:r w:rsidRPr="00A8070F">
              <w:rPr>
                <w:lang w:val="en-GB"/>
              </w:rPr>
              <w:t>2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A6" w:rsidRPr="00FE320D" w:rsidRDefault="00BC48A6" w:rsidP="00BC48A6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Core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Ultra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9-185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H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ή ισοδύναμο ή καλύτερο</w:t>
            </w:r>
          </w:p>
        </w:tc>
        <w:tc>
          <w:tcPr>
            <w:tcW w:w="1116" w:type="dxa"/>
            <w:vAlign w:val="center"/>
          </w:tcPr>
          <w:p w:rsidR="00BC48A6" w:rsidRPr="00432CD9" w:rsidRDefault="00BC48A6" w:rsidP="00BC48A6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BC48A6" w:rsidRPr="00432CD9" w:rsidRDefault="00BC48A6" w:rsidP="00BC48A6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BC48A6" w:rsidRPr="00432CD9" w:rsidRDefault="00BC48A6" w:rsidP="00BC48A6">
            <w:r w:rsidRPr="00432CD9">
              <w:t xml:space="preserve"> </w:t>
            </w:r>
          </w:p>
        </w:tc>
      </w:tr>
      <w:tr w:rsidR="00BC48A6" w:rsidRPr="00DF25B3" w:rsidTr="00BC48A6">
        <w:trPr>
          <w:trHeight w:val="475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8A6" w:rsidRPr="00A8070F" w:rsidRDefault="00BC48A6" w:rsidP="00BC48A6">
            <w:pPr>
              <w:rPr>
                <w:lang w:val="en-GB"/>
              </w:rPr>
            </w:pPr>
            <w:r w:rsidRPr="00A8070F">
              <w:rPr>
                <w:lang w:val="en-GB"/>
              </w:rPr>
              <w:t>3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A6" w:rsidRPr="00DF25B3" w:rsidRDefault="00BC48A6" w:rsidP="00BC48A6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32GB RAM</w:t>
            </w:r>
          </w:p>
        </w:tc>
        <w:tc>
          <w:tcPr>
            <w:tcW w:w="1116" w:type="dxa"/>
            <w:vAlign w:val="center"/>
          </w:tcPr>
          <w:p w:rsidR="00BC48A6" w:rsidRPr="00432CD9" w:rsidRDefault="00BC48A6" w:rsidP="00BC48A6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BC48A6" w:rsidRPr="00432CD9" w:rsidRDefault="00BC48A6" w:rsidP="00BC48A6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BC48A6" w:rsidRPr="00432CD9" w:rsidRDefault="00BC48A6" w:rsidP="00BC48A6">
            <w:r w:rsidRPr="00432CD9">
              <w:t xml:space="preserve"> </w:t>
            </w:r>
          </w:p>
        </w:tc>
      </w:tr>
      <w:tr w:rsidR="00BC48A6" w:rsidRPr="00DF25B3" w:rsidTr="00BC48A6">
        <w:trPr>
          <w:trHeight w:val="353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8A6" w:rsidRPr="00A8070F" w:rsidRDefault="00BC48A6" w:rsidP="00BC48A6">
            <w:pPr>
              <w:rPr>
                <w:lang w:val="en-GB"/>
              </w:rPr>
            </w:pPr>
            <w:r w:rsidRPr="00A8070F">
              <w:rPr>
                <w:lang w:val="en-GB"/>
              </w:rPr>
              <w:t>4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A6" w:rsidRPr="00DF25B3" w:rsidRDefault="00BC48A6" w:rsidP="00BC48A6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1TB SSD τουλάχιστον</w:t>
            </w:r>
          </w:p>
        </w:tc>
        <w:tc>
          <w:tcPr>
            <w:tcW w:w="1116" w:type="dxa"/>
            <w:vAlign w:val="center"/>
          </w:tcPr>
          <w:p w:rsidR="00BC48A6" w:rsidRPr="00432CD9" w:rsidRDefault="00BC48A6" w:rsidP="00BC48A6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BC48A6" w:rsidRPr="00432CD9" w:rsidRDefault="00BC48A6" w:rsidP="00BC48A6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BC48A6" w:rsidRPr="00432CD9" w:rsidRDefault="00BC48A6" w:rsidP="00BC48A6">
            <w:r w:rsidRPr="00432CD9">
              <w:t xml:space="preserve"> </w:t>
            </w:r>
          </w:p>
        </w:tc>
      </w:tr>
      <w:tr w:rsidR="00BC48A6" w:rsidRPr="00DF25B3" w:rsidTr="00BC48A6">
        <w:trPr>
          <w:trHeight w:val="39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8A6" w:rsidRPr="00A8070F" w:rsidRDefault="00BC48A6" w:rsidP="00BC48A6">
            <w:pPr>
              <w:rPr>
                <w:lang w:val="en-GB"/>
              </w:rPr>
            </w:pPr>
            <w:r w:rsidRPr="00A8070F">
              <w:rPr>
                <w:lang w:val="en-GB"/>
              </w:rPr>
              <w:t>5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A6" w:rsidRPr="00DF25B3" w:rsidRDefault="00BC48A6" w:rsidP="00BC48A6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Κάρτα γραφικών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Arc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Graphics</w:t>
            </w:r>
            <w:proofErr w:type="spellEnd"/>
          </w:p>
        </w:tc>
        <w:tc>
          <w:tcPr>
            <w:tcW w:w="1116" w:type="dxa"/>
            <w:vAlign w:val="center"/>
          </w:tcPr>
          <w:p w:rsidR="00BC48A6" w:rsidRPr="00432CD9" w:rsidRDefault="00BC48A6" w:rsidP="00BC48A6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BC48A6" w:rsidRPr="00432CD9" w:rsidRDefault="00BC48A6" w:rsidP="00BC48A6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BC48A6" w:rsidRPr="00432CD9" w:rsidRDefault="00BC48A6" w:rsidP="00BC48A6">
            <w:r w:rsidRPr="00432CD9">
              <w:t xml:space="preserve"> </w:t>
            </w:r>
          </w:p>
        </w:tc>
      </w:tr>
      <w:tr w:rsidR="00BC48A6" w:rsidRPr="00DF25B3" w:rsidTr="00BC48A6">
        <w:trPr>
          <w:trHeight w:val="437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8A6" w:rsidRPr="00A8070F" w:rsidRDefault="00BC48A6" w:rsidP="00BC48A6">
            <w:pPr>
              <w:rPr>
                <w:lang w:val="en-GB"/>
              </w:rPr>
            </w:pPr>
            <w:r w:rsidRPr="00A8070F">
              <w:rPr>
                <w:lang w:val="en-GB"/>
              </w:rPr>
              <w:t>6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A6" w:rsidRPr="00DF25B3" w:rsidRDefault="00BC48A6" w:rsidP="00BC48A6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Windows11 και άνω</w:t>
            </w:r>
          </w:p>
        </w:tc>
        <w:tc>
          <w:tcPr>
            <w:tcW w:w="1116" w:type="dxa"/>
            <w:vAlign w:val="center"/>
          </w:tcPr>
          <w:p w:rsidR="00BC48A6" w:rsidRPr="00432CD9" w:rsidRDefault="00BC48A6" w:rsidP="00BC48A6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BC48A6" w:rsidRPr="00432CD9" w:rsidRDefault="00BC48A6" w:rsidP="00BC48A6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BC48A6" w:rsidRPr="00432CD9" w:rsidRDefault="00BC48A6" w:rsidP="00BC48A6">
            <w:r w:rsidRPr="00432CD9">
              <w:t xml:space="preserve"> </w:t>
            </w:r>
          </w:p>
        </w:tc>
      </w:tr>
      <w:tr w:rsidR="00BC48A6" w:rsidRPr="00EF62A6" w:rsidTr="00BC48A6">
        <w:trPr>
          <w:trHeight w:val="416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8A6" w:rsidRPr="00A8070F" w:rsidRDefault="00BC48A6" w:rsidP="00BC48A6">
            <w:pPr>
              <w:rPr>
                <w:lang w:val="en-GB"/>
              </w:rPr>
            </w:pPr>
            <w:r w:rsidRPr="00A8070F">
              <w:rPr>
                <w:lang w:val="en-GB"/>
              </w:rPr>
              <w:t>7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A6" w:rsidRPr="00BC48A6" w:rsidRDefault="00BC48A6" w:rsidP="00BC48A6">
            <w:pPr>
              <w:spacing w:after="0"/>
              <w:rPr>
                <w:rFonts w:ascii="Arial" w:hAnsi="Arial" w:cs="Arial"/>
                <w:color w:val="000000"/>
                <w:lang w:val="en-GB"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Να</w:t>
            </w:r>
            <w:r w:rsidRPr="00BC48A6">
              <w:rPr>
                <w:rFonts w:ascii="Arial" w:hAnsi="Arial" w:cs="Arial"/>
                <w:color w:val="000000"/>
                <w:lang w:val="en-GB" w:eastAsia="el-GR"/>
              </w:rPr>
              <w:t xml:space="preserve">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έχει</w:t>
            </w:r>
            <w:r w:rsidRPr="00BC48A6">
              <w:rPr>
                <w:rFonts w:ascii="Arial" w:hAnsi="Arial" w:cs="Arial"/>
                <w:color w:val="000000"/>
                <w:lang w:val="en-GB" w:eastAsia="el-GR"/>
              </w:rPr>
              <w:t xml:space="preserve">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πιστοποιήσεις</w:t>
            </w:r>
            <w:r w:rsidRPr="00BC48A6">
              <w:rPr>
                <w:rFonts w:ascii="Arial" w:hAnsi="Arial" w:cs="Arial"/>
                <w:color w:val="000000"/>
                <w:lang w:val="en-GB" w:eastAsia="el-GR"/>
              </w:rPr>
              <w:t xml:space="preserve"> CE, ENERGY STAR, EPEAT Gold, TCO 9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και</w:t>
            </w:r>
            <w:r w:rsidRPr="00BC48A6">
              <w:rPr>
                <w:rFonts w:ascii="Arial" w:hAnsi="Arial" w:cs="Arial"/>
                <w:color w:val="000000"/>
                <w:lang w:val="en-GB" w:eastAsia="el-GR"/>
              </w:rPr>
              <w:t xml:space="preserve"> RoHS</w:t>
            </w:r>
          </w:p>
        </w:tc>
        <w:tc>
          <w:tcPr>
            <w:tcW w:w="1116" w:type="dxa"/>
            <w:vAlign w:val="center"/>
          </w:tcPr>
          <w:p w:rsidR="00BC48A6" w:rsidRPr="00432CD9" w:rsidRDefault="00BC48A6" w:rsidP="00BC48A6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BC48A6" w:rsidRPr="00432CD9" w:rsidRDefault="00BC48A6" w:rsidP="00BC48A6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BC48A6" w:rsidRPr="00432CD9" w:rsidRDefault="00BC48A6" w:rsidP="00BC48A6">
            <w:r w:rsidRPr="00432CD9">
              <w:t xml:space="preserve"> </w:t>
            </w:r>
          </w:p>
        </w:tc>
      </w:tr>
      <w:tr w:rsidR="00BC48A6" w:rsidRPr="00DF25B3" w:rsidTr="00BC48A6">
        <w:trPr>
          <w:trHeight w:val="395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48A6" w:rsidRPr="00A8070F" w:rsidRDefault="00BC48A6" w:rsidP="00BC48A6">
            <w:pPr>
              <w:rPr>
                <w:lang w:val="en-GB"/>
              </w:rPr>
            </w:pPr>
            <w:r w:rsidRPr="00A8070F">
              <w:rPr>
                <w:lang w:val="en-GB"/>
              </w:rPr>
              <w:t>8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C48A6" w:rsidRPr="00DF25B3" w:rsidRDefault="00BC48A6" w:rsidP="00BC48A6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Εγγύηση  &gt;= 2Υ</w:t>
            </w:r>
          </w:p>
        </w:tc>
        <w:tc>
          <w:tcPr>
            <w:tcW w:w="1116" w:type="dxa"/>
            <w:vAlign w:val="center"/>
          </w:tcPr>
          <w:p w:rsidR="00BC48A6" w:rsidRPr="00432CD9" w:rsidRDefault="00BC48A6" w:rsidP="00BC48A6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BC48A6" w:rsidRPr="00432CD9" w:rsidRDefault="00BC48A6" w:rsidP="00BC48A6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BC48A6" w:rsidRPr="00432CD9" w:rsidRDefault="00BC48A6" w:rsidP="00BC48A6">
            <w:r w:rsidRPr="00432CD9">
              <w:t xml:space="preserve"> </w:t>
            </w:r>
          </w:p>
        </w:tc>
      </w:tr>
    </w:tbl>
    <w:p w:rsidR="00EB2777" w:rsidRDefault="00EB2777" w:rsidP="00B76988"/>
    <w:sectPr w:rsidR="00EB277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FB0"/>
    <w:rsid w:val="00124390"/>
    <w:rsid w:val="0015565B"/>
    <w:rsid w:val="00185D15"/>
    <w:rsid w:val="00185E48"/>
    <w:rsid w:val="001E6292"/>
    <w:rsid w:val="00250C6D"/>
    <w:rsid w:val="002F7643"/>
    <w:rsid w:val="00343475"/>
    <w:rsid w:val="003E5046"/>
    <w:rsid w:val="00406FB0"/>
    <w:rsid w:val="00475756"/>
    <w:rsid w:val="004B2EA7"/>
    <w:rsid w:val="004E63BF"/>
    <w:rsid w:val="00524A15"/>
    <w:rsid w:val="005552FE"/>
    <w:rsid w:val="00591317"/>
    <w:rsid w:val="00592D2F"/>
    <w:rsid w:val="00593FA3"/>
    <w:rsid w:val="006C353C"/>
    <w:rsid w:val="007420FC"/>
    <w:rsid w:val="00753C81"/>
    <w:rsid w:val="008040B9"/>
    <w:rsid w:val="008853AB"/>
    <w:rsid w:val="009735EA"/>
    <w:rsid w:val="009809F1"/>
    <w:rsid w:val="00997F72"/>
    <w:rsid w:val="00A0291C"/>
    <w:rsid w:val="00A3021C"/>
    <w:rsid w:val="00A30A4C"/>
    <w:rsid w:val="00A40B4A"/>
    <w:rsid w:val="00B317A9"/>
    <w:rsid w:val="00B330EB"/>
    <w:rsid w:val="00B76988"/>
    <w:rsid w:val="00BC48A6"/>
    <w:rsid w:val="00C4143F"/>
    <w:rsid w:val="00C65E37"/>
    <w:rsid w:val="00C8287A"/>
    <w:rsid w:val="00C86AD9"/>
    <w:rsid w:val="00E50C36"/>
    <w:rsid w:val="00E56EDD"/>
    <w:rsid w:val="00E57686"/>
    <w:rsid w:val="00E60D07"/>
    <w:rsid w:val="00EB2777"/>
    <w:rsid w:val="00F41BA0"/>
    <w:rsid w:val="00F74D6C"/>
    <w:rsid w:val="00FB7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1E6128"/>
  <w15:chartTrackingRefBased/>
  <w15:docId w15:val="{A215A092-9CBB-48BE-A886-F12D0F428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65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C59842C3</Template>
  <TotalTime>3</TotalTime>
  <Pages>1</Pages>
  <Words>62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3</cp:revision>
  <dcterms:created xsi:type="dcterms:W3CDTF">2025-09-10T07:21:00Z</dcterms:created>
  <dcterms:modified xsi:type="dcterms:W3CDTF">2025-09-10T11:37:00Z</dcterms:modified>
</cp:coreProperties>
</file>